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1C244391" w:rsidR="005C6DCE" w:rsidRPr="0080358B" w:rsidRDefault="00D903C4" w:rsidP="005C6DCE">
      <w:pPr>
        <w:spacing w:after="0"/>
        <w:jc w:val="right"/>
        <w:rPr>
          <w:sz w:val="22"/>
          <w:szCs w:val="18"/>
          <w:lang w:val="en-US"/>
        </w:rPr>
      </w:pPr>
      <w:r>
        <w:rPr>
          <w:sz w:val="22"/>
          <w:szCs w:val="18"/>
          <w:lang w:val="en-US"/>
        </w:rPr>
        <w:t>12.12.2025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D903C4"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4DD74F4A" w:rsidR="006938F5" w:rsidRDefault="00D903C4" w:rsidP="006718D3">
            <w:pPr>
              <w:spacing w:after="0"/>
              <w:jc w:val="left"/>
            </w:pPr>
            <w:r>
              <w:t>DEFIS.D.1</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05A9B892" w:rsidR="006938F5" w:rsidRDefault="00D903C4" w:rsidP="006718D3">
            <w:pPr>
              <w:spacing w:after="0"/>
              <w:jc w:val="left"/>
            </w:pPr>
            <w:r>
              <w:t>504439</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213784D1" w:rsidR="4EEB584D" w:rsidRDefault="00D903C4" w:rsidP="14270372">
            <w:pPr>
              <w:spacing w:after="0"/>
              <w:jc w:val="left"/>
            </w:pPr>
            <w:r>
              <w:t>Q1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1005348B" w:rsidR="006938F5" w:rsidRDefault="00D903C4"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2629550C" w:rsidR="3C2D33B5" w:rsidRDefault="00D903C4" w:rsidP="14270372">
            <w:pPr>
              <w:spacing w:after="0"/>
              <w:jc w:val="left"/>
            </w:pPr>
            <w:r>
              <w:t>Brussels</w:t>
            </w:r>
          </w:p>
          <w:p w14:paraId="6B7C1AA9" w14:textId="5976C7D0" w:rsidR="3C2D33B5" w:rsidRDefault="00D903C4" w:rsidP="14270372">
            <w:pPr>
              <w:spacing w:after="0"/>
              <w:jc w:val="left"/>
            </w:pPr>
            <w:r>
              <w:t>Bruxelles</w:t>
            </w:r>
          </w:p>
          <w:p w14:paraId="5C918E8F" w14:textId="6ED6A51E" w:rsidR="3C2D33B5" w:rsidRDefault="00D903C4"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7E8DA03C" w:rsidR="006938F5" w:rsidRDefault="00D903C4" w:rsidP="006718D3">
            <w:pPr>
              <w:spacing w:after="0"/>
              <w:jc w:val="left"/>
            </w:pPr>
            <w:r>
              <w:t>With allowances</w:t>
            </w:r>
          </w:p>
          <w:p w14:paraId="02E31856" w14:textId="1F8ACAA1" w:rsidR="006938F5" w:rsidRDefault="00D903C4" w:rsidP="006718D3">
            <w:pPr>
              <w:spacing w:after="0"/>
              <w:jc w:val="left"/>
            </w:pPr>
            <w:r>
              <w:t>Avec indemnités</w:t>
            </w:r>
          </w:p>
          <w:p w14:paraId="720FD450" w14:textId="63774E70" w:rsidR="006938F5" w:rsidRDefault="00D903C4"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00BD8703" w:rsidR="006938F5" w:rsidRDefault="00D903C4" w:rsidP="006718D3">
            <w:pPr>
              <w:spacing w:after="0"/>
              <w:jc w:val="left"/>
            </w:pPr>
            <w:r>
              <w:t>Member States</w:t>
            </w:r>
          </w:p>
          <w:p w14:paraId="2A7DF233" w14:textId="3EC51014" w:rsidR="006938F5" w:rsidRDefault="00D903C4" w:rsidP="006718D3">
            <w:pPr>
              <w:spacing w:after="0"/>
              <w:jc w:val="left"/>
            </w:pPr>
            <w:r>
              <w:t>États membres</w:t>
            </w:r>
          </w:p>
          <w:p w14:paraId="13C75E2E" w14:textId="011EF0A3" w:rsidR="006938F5" w:rsidRDefault="00D903C4"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4A1A8822" w:rsidR="006938F5" w:rsidRDefault="00D903C4" w:rsidP="006718D3">
            <w:pPr>
              <w:spacing w:after="0"/>
              <w:jc w:val="left"/>
            </w:pPr>
            <w:r>
              <w:t>27.01.2026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724BE08E" w:rsidR="00A95A44" w:rsidRPr="00E61551" w:rsidRDefault="00D903C4" w:rsidP="00A95A44">
      <w:pPr>
        <w:spacing w:after="0"/>
        <w:jc w:val="right"/>
        <w:rPr>
          <w:sz w:val="22"/>
          <w:szCs w:val="18"/>
          <w:lang w:val="en-US"/>
        </w:rPr>
      </w:pPr>
      <w:r>
        <w:rPr>
          <w:sz w:val="22"/>
          <w:szCs w:val="18"/>
          <w:lang w:val="en-US"/>
        </w:rPr>
        <w:t>12.12.2025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0E03E515" w14:textId="77777777" w:rsidR="00D903C4" w:rsidRDefault="00D903C4" w:rsidP="003C1977">
      <w:pPr>
        <w:spacing w:after="0"/>
      </w:pPr>
      <w:r>
        <w:t>Space technology, data and services have become indispensable in people's lives and play an essential strategic role for Europe, in particular reaching a greener and more digitalised Europe. As part of DG Defence Industry and Space (DEFIS), the mission of unit C3 “Earth Observation” is to manage Copernicus, Europe’s Earth Observation Programme and one of the flagships of the EU Space Programme Regulation. It combines data collected by space infrastructure (satellites) with data from the ground, to support a large range of EU policy areas. Information generated by Copernicus services is in support of climate change and security monitoring, emergency management (civil protection and humanitarian aid), and the monitoring of land, marine and atmosphere elements of our planet.</w:t>
      </w:r>
    </w:p>
    <w:p w14:paraId="07537209" w14:textId="77777777" w:rsidR="00D903C4" w:rsidRDefault="00D903C4" w:rsidP="003C1977">
      <w:pPr>
        <w:spacing w:after="0"/>
      </w:pPr>
    </w:p>
    <w:p w14:paraId="6DAC1B36" w14:textId="77777777" w:rsidR="00D903C4" w:rsidRDefault="00D903C4" w:rsidP="003C1977">
      <w:pPr>
        <w:spacing w:after="0"/>
      </w:pPr>
      <w:r>
        <w:t>Our main tasks are:</w:t>
      </w:r>
    </w:p>
    <w:p w14:paraId="64CE5258" w14:textId="77777777" w:rsidR="00D903C4" w:rsidRDefault="00D903C4" w:rsidP="003C1977">
      <w:pPr>
        <w:spacing w:after="0"/>
      </w:pPr>
      <w:r>
        <w:t>- ensuring the implementation of Copernicus</w:t>
      </w:r>
    </w:p>
    <w:p w14:paraId="7A0EE062" w14:textId="77777777" w:rsidR="00D903C4" w:rsidRDefault="00D903C4" w:rsidP="003C1977">
      <w:pPr>
        <w:spacing w:after="0"/>
      </w:pPr>
      <w:r>
        <w:t>- preparing the evolution and the future of Copernicus</w:t>
      </w:r>
    </w:p>
    <w:p w14:paraId="7E5C84F2" w14:textId="77777777" w:rsidR="00D903C4" w:rsidRDefault="00D903C4" w:rsidP="003C1977">
      <w:pPr>
        <w:spacing w:after="0"/>
      </w:pPr>
      <w:r>
        <w:t>- coordinating the EU’s contribution to other Earth observation initiatives</w:t>
      </w:r>
    </w:p>
    <w:p w14:paraId="4B7D1033" w14:textId="77777777" w:rsidR="00D903C4" w:rsidRDefault="00D903C4" w:rsidP="003C1977">
      <w:pPr>
        <w:spacing w:after="0"/>
      </w:pPr>
    </w:p>
    <w:p w14:paraId="2444BC8A" w14:textId="0822483A" w:rsidR="00A95A44" w:rsidRDefault="00D903C4" w:rsidP="003C1977">
      <w:pPr>
        <w:spacing w:after="0"/>
      </w:pPr>
      <w:r>
        <w:t>The unit is in contact with a large number of DGs in the European Commission and works daily in cooperation with entrusted entities tasked to operate the programme, namely ESA, Eumetsat, EUSPA, EEA, EMSA, FRONTEX, SatCen, ECMWF and Mercator Ocean.</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331B9A10" w14:textId="77777777" w:rsidR="00D903C4" w:rsidRDefault="00D903C4" w:rsidP="003C1977">
      <w:pPr>
        <w:spacing w:after="0"/>
      </w:pPr>
      <w:r>
        <w:t xml:space="preserve">A challenging and rewarding SNE post for a colleague who would like to join a dynamic and diverse unit with a friendly atmosphere and interesting diversified topics, from technology to strategic and policy issues. </w:t>
      </w:r>
    </w:p>
    <w:p w14:paraId="1A116939" w14:textId="77777777" w:rsidR="00D903C4" w:rsidRDefault="00D903C4" w:rsidP="003C1977">
      <w:pPr>
        <w:spacing w:after="0"/>
      </w:pPr>
      <w:r>
        <w:t>The new colleague will:</w:t>
      </w:r>
    </w:p>
    <w:p w14:paraId="3890B96B" w14:textId="77777777" w:rsidR="00D903C4" w:rsidRDefault="00D903C4" w:rsidP="003C1977">
      <w:pPr>
        <w:spacing w:after="0"/>
      </w:pPr>
      <w:r>
        <w:t>• Contribute to the definition of the system architecture and the governance processes for the implementation in the EU Multiannual Financial Framework 2028-2034 of a potential new EU Earth Observation Governmental service (EOGS) for security and defence, and its associated infrastructure;</w:t>
      </w:r>
    </w:p>
    <w:p w14:paraId="05CA856A" w14:textId="77777777" w:rsidR="00D903C4" w:rsidRDefault="00D903C4" w:rsidP="003C1977">
      <w:pPr>
        <w:spacing w:after="0"/>
      </w:pPr>
      <w:r>
        <w:t>• Ensure links and coordination with relevant entities and stakeholders involved in EOGS (e.g. EU Member States, EEAS, EUSPA, EU Satellite Centre, ESA);</w:t>
      </w:r>
    </w:p>
    <w:p w14:paraId="4FA38409" w14:textId="0086C4F6" w:rsidR="00A95A44" w:rsidRDefault="00D903C4" w:rsidP="003C1977">
      <w:pPr>
        <w:spacing w:after="0"/>
      </w:pPr>
      <w:r>
        <w:t>• Interact and coordinate with relevant projects (e.g. EU Defence Fund, PESCO and ESA projects)</w:t>
      </w: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2BB12E3E" w14:textId="77777777" w:rsidR="00D903C4" w:rsidRDefault="00D903C4" w:rsidP="00527473">
      <w:pPr>
        <w:spacing w:after="0"/>
        <w:jc w:val="left"/>
      </w:pPr>
      <w:r>
        <w:t xml:space="preserve">Diploma </w:t>
      </w:r>
    </w:p>
    <w:p w14:paraId="29210403" w14:textId="77777777" w:rsidR="00D903C4" w:rsidRDefault="00D903C4" w:rsidP="00527473">
      <w:pPr>
        <w:spacing w:after="0"/>
        <w:jc w:val="left"/>
      </w:pPr>
      <w:r>
        <w:t xml:space="preserve">- university degree or </w:t>
      </w:r>
    </w:p>
    <w:p w14:paraId="0DAC0D77" w14:textId="77777777" w:rsidR="00D903C4" w:rsidRDefault="00D903C4" w:rsidP="00527473">
      <w:pPr>
        <w:spacing w:after="0"/>
        <w:jc w:val="left"/>
      </w:pPr>
      <w:r>
        <w:t xml:space="preserve">- professional training or professional experience of an equivalent level </w:t>
      </w:r>
    </w:p>
    <w:p w14:paraId="7451F513" w14:textId="77777777" w:rsidR="00D903C4" w:rsidRDefault="00D903C4" w:rsidP="00527473">
      <w:pPr>
        <w:spacing w:after="0"/>
        <w:jc w:val="left"/>
      </w:pPr>
      <w:r>
        <w:t>in the field(s) :</w:t>
      </w:r>
    </w:p>
    <w:p w14:paraId="6AE153F3" w14:textId="77777777" w:rsidR="00D903C4" w:rsidRDefault="00D903C4" w:rsidP="00527473">
      <w:pPr>
        <w:spacing w:after="0"/>
        <w:jc w:val="left"/>
      </w:pPr>
      <w:r>
        <w:t>• Space-based Earth-Observation infrastructures and services;</w:t>
      </w:r>
    </w:p>
    <w:p w14:paraId="02FA5921" w14:textId="77777777" w:rsidR="00D903C4" w:rsidRDefault="00D903C4" w:rsidP="00527473">
      <w:pPr>
        <w:spacing w:after="0"/>
        <w:jc w:val="left"/>
      </w:pPr>
      <w:r>
        <w:t>• Engineering;</w:t>
      </w:r>
    </w:p>
    <w:p w14:paraId="1EEEA88E" w14:textId="77777777" w:rsidR="00D903C4" w:rsidRDefault="00D903C4" w:rsidP="00527473">
      <w:pPr>
        <w:spacing w:after="0"/>
        <w:jc w:val="left"/>
      </w:pPr>
    </w:p>
    <w:p w14:paraId="5871A7AF" w14:textId="77777777" w:rsidR="00D903C4" w:rsidRDefault="00D903C4" w:rsidP="00527473">
      <w:pPr>
        <w:spacing w:after="0"/>
        <w:jc w:val="left"/>
      </w:pPr>
      <w:r>
        <w:t>Professional experience</w:t>
      </w:r>
    </w:p>
    <w:p w14:paraId="37E3A176" w14:textId="77777777" w:rsidR="00D903C4" w:rsidRDefault="00D903C4" w:rsidP="00527473">
      <w:pPr>
        <w:spacing w:after="0"/>
        <w:jc w:val="left"/>
      </w:pPr>
      <w:r>
        <w:t>• Good technical knowledge in the field of space-based Earth Observation systems (space and ground segments);</w:t>
      </w:r>
    </w:p>
    <w:p w14:paraId="092E8326" w14:textId="77777777" w:rsidR="00D903C4" w:rsidRDefault="00D903C4" w:rsidP="00527473">
      <w:pPr>
        <w:spacing w:after="0"/>
        <w:jc w:val="left"/>
      </w:pPr>
      <w:r>
        <w:t>• Knowledge of space applications;</w:t>
      </w:r>
    </w:p>
    <w:p w14:paraId="75F47CD5" w14:textId="77777777" w:rsidR="00D903C4" w:rsidRDefault="00D903C4" w:rsidP="00527473">
      <w:pPr>
        <w:spacing w:after="0"/>
        <w:jc w:val="left"/>
      </w:pPr>
      <w:r>
        <w:t>• Outstanding analysis, synthesis and writing skills;</w:t>
      </w:r>
    </w:p>
    <w:p w14:paraId="13C97F97" w14:textId="77777777" w:rsidR="00D903C4" w:rsidRDefault="00D903C4" w:rsidP="00527473">
      <w:pPr>
        <w:spacing w:after="0"/>
        <w:jc w:val="left"/>
      </w:pPr>
      <w:r>
        <w:t>• Previous experience with relevant space-based Earth-Observation systems, in particular for security and defence applications, would be an asset.</w:t>
      </w:r>
    </w:p>
    <w:p w14:paraId="410B98D0" w14:textId="77777777" w:rsidR="00D903C4" w:rsidRDefault="00D903C4" w:rsidP="00527473">
      <w:pPr>
        <w:spacing w:after="0"/>
        <w:jc w:val="left"/>
      </w:pPr>
    </w:p>
    <w:p w14:paraId="0A3C0056" w14:textId="77777777" w:rsidR="00D903C4" w:rsidRDefault="00D903C4" w:rsidP="00527473">
      <w:pPr>
        <w:spacing w:after="0"/>
        <w:jc w:val="left"/>
      </w:pPr>
      <w:r>
        <w:t>Language(s) necessary for the performance of duties</w:t>
      </w:r>
    </w:p>
    <w:p w14:paraId="1785C37B" w14:textId="77777777" w:rsidR="00D903C4" w:rsidRDefault="00D903C4" w:rsidP="00527473">
      <w:pPr>
        <w:spacing w:after="0"/>
        <w:jc w:val="left"/>
      </w:pPr>
      <w:r>
        <w:t>Excellent spoken and written knowledge of English</w:t>
      </w:r>
    </w:p>
    <w:p w14:paraId="0DE8C532" w14:textId="4B9C1DDC" w:rsidR="00A95A44" w:rsidRDefault="00D903C4" w:rsidP="00527473">
      <w:pPr>
        <w:spacing w:after="0"/>
        <w:jc w:val="left"/>
      </w:pPr>
      <w:r>
        <w:t>The post requires candidates to be in possession of a valid Personnel Security Clearance (PSC) at EU Secret level.</w:t>
      </w: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6FDC5989" w:rsidR="0017274D" w:rsidRPr="008250D4" w:rsidRDefault="00D903C4" w:rsidP="0017274D">
      <w:pPr>
        <w:spacing w:after="0"/>
        <w:jc w:val="right"/>
        <w:rPr>
          <w:sz w:val="22"/>
          <w:szCs w:val="18"/>
        </w:rPr>
      </w:pPr>
      <w:r>
        <w:rPr>
          <w:sz w:val="22"/>
          <w:szCs w:val="18"/>
        </w:rPr>
        <w:t>12.12.2025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51CE9613" w14:textId="77777777" w:rsidR="00D903C4" w:rsidRDefault="00D903C4" w:rsidP="00527473">
      <w:pPr>
        <w:spacing w:after="0"/>
        <w:rPr>
          <w:lang w:val="de-DE"/>
        </w:rPr>
      </w:pPr>
      <w:r>
        <w:rPr>
          <w:lang w:val="de-DE"/>
        </w:rPr>
        <w:t>Les technologies, données et services spatiaux sont aujourd’hui indispensables au quotidien et jouent un rôle stratégique majeur pour l’Europe, notamment dans la transition vers une Union plus verte et plus numérique. Au sein de la DG Industrie de Défense et Espace (DEFIS), l’unité C3 « Observation de la Terre » est chargée de la gestion de Copernicus, le programme européen d’observation de la Terre, pilier du programme spatial de l’UE. Ce programme combine les données issues d’infrastructures spatiales (satellites) et de sources au sol pour soutenir un large éventail de politiques de l’Union. Les services Copernicus fournissent des informations essentielles au suivi du changement climatique et de la sécurité, à la gestion des situations d’urgence (protection civile et aide humanitaire) ainsi qu’au suivi des milieux terrestre, marin et atmosphérique.</w:t>
      </w:r>
    </w:p>
    <w:p w14:paraId="6E7CD7B8" w14:textId="77777777" w:rsidR="00D903C4" w:rsidRDefault="00D903C4" w:rsidP="00527473">
      <w:pPr>
        <w:spacing w:after="0"/>
        <w:rPr>
          <w:lang w:val="de-DE"/>
        </w:rPr>
      </w:pPr>
    </w:p>
    <w:p w14:paraId="4F9AB3EB" w14:textId="77777777" w:rsidR="00D903C4" w:rsidRDefault="00D903C4" w:rsidP="00527473">
      <w:pPr>
        <w:spacing w:after="0"/>
        <w:rPr>
          <w:lang w:val="de-DE"/>
        </w:rPr>
      </w:pPr>
      <w:r>
        <w:rPr>
          <w:lang w:val="de-DE"/>
        </w:rPr>
        <w:t>Les principales missions de l’unité sont :</w:t>
      </w:r>
    </w:p>
    <w:p w14:paraId="651B59D8" w14:textId="77777777" w:rsidR="00D903C4" w:rsidRDefault="00D903C4" w:rsidP="00527473">
      <w:pPr>
        <w:spacing w:after="0"/>
        <w:rPr>
          <w:lang w:val="de-DE"/>
        </w:rPr>
      </w:pPr>
    </w:p>
    <w:p w14:paraId="2C51525F" w14:textId="77777777" w:rsidR="00D903C4" w:rsidRDefault="00D903C4" w:rsidP="00527473">
      <w:pPr>
        <w:spacing w:after="0"/>
        <w:rPr>
          <w:lang w:val="de-DE"/>
        </w:rPr>
      </w:pPr>
      <w:r>
        <w:rPr>
          <w:lang w:val="de-DE"/>
        </w:rPr>
        <w:t>assurer la mise en œuvre opérationnelle du programme Copernicus ;</w:t>
      </w:r>
    </w:p>
    <w:p w14:paraId="79E10DA9" w14:textId="77777777" w:rsidR="00D903C4" w:rsidRDefault="00D903C4" w:rsidP="00527473">
      <w:pPr>
        <w:spacing w:after="0"/>
        <w:rPr>
          <w:lang w:val="de-DE"/>
        </w:rPr>
      </w:pPr>
    </w:p>
    <w:p w14:paraId="4727F6BF" w14:textId="77777777" w:rsidR="00D903C4" w:rsidRDefault="00D903C4" w:rsidP="00527473">
      <w:pPr>
        <w:spacing w:after="0"/>
        <w:rPr>
          <w:lang w:val="de-DE"/>
        </w:rPr>
      </w:pPr>
      <w:r>
        <w:rPr>
          <w:lang w:val="de-DE"/>
        </w:rPr>
        <w:t>préparer son évolution et son futur développement ;</w:t>
      </w:r>
    </w:p>
    <w:p w14:paraId="0D0BBBDD" w14:textId="77777777" w:rsidR="00D903C4" w:rsidRDefault="00D903C4" w:rsidP="00527473">
      <w:pPr>
        <w:spacing w:after="0"/>
        <w:rPr>
          <w:lang w:val="de-DE"/>
        </w:rPr>
      </w:pPr>
    </w:p>
    <w:p w14:paraId="3333D4DC" w14:textId="77777777" w:rsidR="00D903C4" w:rsidRDefault="00D903C4" w:rsidP="00527473">
      <w:pPr>
        <w:spacing w:after="0"/>
        <w:rPr>
          <w:lang w:val="de-DE"/>
        </w:rPr>
      </w:pPr>
      <w:r>
        <w:rPr>
          <w:lang w:val="de-DE"/>
        </w:rPr>
        <w:t>coordonner la contribution de l’Union aux autres initiatives d’observation de la Terre.</w:t>
      </w:r>
    </w:p>
    <w:p w14:paraId="68A3472F" w14:textId="77777777" w:rsidR="00D903C4" w:rsidRDefault="00D903C4" w:rsidP="00527473">
      <w:pPr>
        <w:spacing w:after="0"/>
        <w:rPr>
          <w:lang w:val="de-DE"/>
        </w:rPr>
      </w:pPr>
    </w:p>
    <w:p w14:paraId="6810D07E" w14:textId="177CB505" w:rsidR="00A95A44" w:rsidRPr="00E61551" w:rsidRDefault="00D903C4" w:rsidP="00527473">
      <w:pPr>
        <w:spacing w:after="0"/>
        <w:rPr>
          <w:lang w:val="de-DE"/>
        </w:rPr>
      </w:pPr>
      <w:r>
        <w:rPr>
          <w:lang w:val="de-DE"/>
        </w:rPr>
        <w:t>L’unité coopère quotidiennement avec un grand nombre de directions générales de la Commission européenne ainsi qu’avec les entités chargées de l’exploitation du programme : ESA, Eumetsat, EUSPA, EEA, EMSA, Frontex, SatCen, ECMWF et Mercator Ocean.</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384B55EF" w14:textId="77777777" w:rsidR="00D903C4" w:rsidRDefault="00D903C4" w:rsidP="00527473">
      <w:pPr>
        <w:spacing w:after="0"/>
        <w:jc w:val="left"/>
        <w:rPr>
          <w:lang w:val="de-DE"/>
        </w:rPr>
      </w:pPr>
      <w:r>
        <w:rPr>
          <w:lang w:val="de-DE"/>
        </w:rPr>
        <w:t>Un poste stimulant et enrichissant pour un agent national expert souhaitant rejoindre une unité dynamique et diversifiée, au sein d’une atmosphère conviviale et travaillant sur des thématiques variées allant de la technologie à des questions stratégiques et politiques.</w:t>
      </w:r>
    </w:p>
    <w:p w14:paraId="6FB1F90A" w14:textId="77777777" w:rsidR="00D903C4" w:rsidRDefault="00D903C4" w:rsidP="00527473">
      <w:pPr>
        <w:spacing w:after="0"/>
        <w:jc w:val="left"/>
        <w:rPr>
          <w:lang w:val="de-DE"/>
        </w:rPr>
      </w:pPr>
    </w:p>
    <w:p w14:paraId="75975F01" w14:textId="77777777" w:rsidR="00D903C4" w:rsidRDefault="00D903C4" w:rsidP="00527473">
      <w:pPr>
        <w:spacing w:after="0"/>
        <w:jc w:val="left"/>
        <w:rPr>
          <w:lang w:val="de-DE"/>
        </w:rPr>
      </w:pPr>
      <w:r>
        <w:rPr>
          <w:lang w:val="de-DE"/>
        </w:rPr>
        <w:t>Le/la nouvel(le) collègue assurera les tâches suivantes:</w:t>
      </w:r>
    </w:p>
    <w:p w14:paraId="09D5BA23" w14:textId="77777777" w:rsidR="00D903C4" w:rsidRDefault="00D903C4" w:rsidP="00527473">
      <w:pPr>
        <w:spacing w:after="0"/>
        <w:jc w:val="left"/>
        <w:rPr>
          <w:lang w:val="de-DE"/>
        </w:rPr>
      </w:pPr>
      <w:r>
        <w:rPr>
          <w:lang w:val="de-DE"/>
        </w:rPr>
        <w:t>• Contribution à la définition de l’architecture du système et des processus de gouvernance pour la mise en œuvre, dans le cadre financier pluriannuel de l’UE pour la période 2028-2034, d’un possible nouveau service gouvernemental de l’UE en matière d’observation de la Terre (EOGS) pour la sécurité et la défense, ainsi que des infrastructures qui y sont associées;</w:t>
      </w:r>
    </w:p>
    <w:p w14:paraId="52D5E3B3" w14:textId="77777777" w:rsidR="00D903C4" w:rsidRDefault="00D903C4" w:rsidP="00527473">
      <w:pPr>
        <w:spacing w:after="0"/>
        <w:jc w:val="left"/>
        <w:rPr>
          <w:lang w:val="de-DE"/>
        </w:rPr>
      </w:pPr>
      <w:r>
        <w:rPr>
          <w:lang w:val="de-DE"/>
        </w:rPr>
        <w:t>• Interaction et coordination avec les entités et les parties prenantes concernées par EOGS (par exemple, les États membres de l’UE, SEAE, EUSPA, Centre satellitaire de l’UE, ESA);</w:t>
      </w:r>
    </w:p>
    <w:p w14:paraId="59404C02" w14:textId="2D1E5C61" w:rsidR="00A95A44" w:rsidRPr="00E61551" w:rsidRDefault="00D903C4" w:rsidP="00527473">
      <w:pPr>
        <w:spacing w:after="0"/>
        <w:jc w:val="left"/>
        <w:rPr>
          <w:lang w:val="de-DE"/>
        </w:rPr>
      </w:pPr>
      <w:r>
        <w:rPr>
          <w:lang w:val="de-DE"/>
        </w:rPr>
        <w:t>• Interaction et coordination avec les projets pertinents (par exemple, ceux financés par le Fonds de défense de l’UE et PESCO, et les projets de l’ESA)</w:t>
      </w: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7C51882B" w14:textId="77777777" w:rsidR="00D903C4" w:rsidRDefault="00D903C4" w:rsidP="00527473">
      <w:pPr>
        <w:spacing w:after="0"/>
        <w:rPr>
          <w:lang w:val="de-DE"/>
        </w:rPr>
      </w:pPr>
      <w:r>
        <w:rPr>
          <w:lang w:val="de-DE"/>
        </w:rPr>
        <w:t xml:space="preserve">Diplôme </w:t>
      </w:r>
    </w:p>
    <w:p w14:paraId="1712A08F" w14:textId="77777777" w:rsidR="00D903C4" w:rsidRDefault="00D903C4" w:rsidP="00527473">
      <w:pPr>
        <w:spacing w:after="0"/>
        <w:rPr>
          <w:lang w:val="de-DE"/>
        </w:rPr>
      </w:pPr>
      <w:r>
        <w:rPr>
          <w:lang w:val="de-DE"/>
        </w:rPr>
        <w:t xml:space="preserve">- diplôme universitaire ou </w:t>
      </w:r>
    </w:p>
    <w:p w14:paraId="4958F408" w14:textId="77777777" w:rsidR="00D903C4" w:rsidRDefault="00D903C4" w:rsidP="00527473">
      <w:pPr>
        <w:spacing w:after="0"/>
        <w:rPr>
          <w:lang w:val="de-DE"/>
        </w:rPr>
      </w:pPr>
      <w:r>
        <w:rPr>
          <w:lang w:val="de-DE"/>
        </w:rPr>
        <w:t xml:space="preserve">- formation professionnelle ou expérience professionnelle de niveau équivalent </w:t>
      </w:r>
    </w:p>
    <w:p w14:paraId="5391865C" w14:textId="77777777" w:rsidR="00D903C4" w:rsidRDefault="00D903C4" w:rsidP="00527473">
      <w:pPr>
        <w:spacing w:after="0"/>
        <w:rPr>
          <w:lang w:val="de-DE"/>
        </w:rPr>
      </w:pPr>
      <w:r>
        <w:rPr>
          <w:lang w:val="de-DE"/>
        </w:rPr>
        <w:t>dans le(s) domaine(s):</w:t>
      </w:r>
    </w:p>
    <w:p w14:paraId="716AEEE3" w14:textId="77777777" w:rsidR="00D903C4" w:rsidRDefault="00D903C4" w:rsidP="00527473">
      <w:pPr>
        <w:spacing w:after="0"/>
        <w:rPr>
          <w:lang w:val="de-DE"/>
        </w:rPr>
      </w:pPr>
      <w:r>
        <w:rPr>
          <w:lang w:val="de-DE"/>
        </w:rPr>
        <w:t>• Infrastructures et services spatiaux d ' observation de la Terre;</w:t>
      </w:r>
    </w:p>
    <w:p w14:paraId="026772F2" w14:textId="77777777" w:rsidR="00D903C4" w:rsidRDefault="00D903C4" w:rsidP="00527473">
      <w:pPr>
        <w:spacing w:after="0"/>
        <w:rPr>
          <w:lang w:val="de-DE"/>
        </w:rPr>
      </w:pPr>
      <w:r>
        <w:rPr>
          <w:lang w:val="de-DE"/>
        </w:rPr>
        <w:t>• Ingénierie;</w:t>
      </w:r>
    </w:p>
    <w:p w14:paraId="12819907" w14:textId="77777777" w:rsidR="00D903C4" w:rsidRDefault="00D903C4" w:rsidP="00527473">
      <w:pPr>
        <w:spacing w:after="0"/>
        <w:rPr>
          <w:lang w:val="de-DE"/>
        </w:rPr>
      </w:pPr>
    </w:p>
    <w:p w14:paraId="5A084709" w14:textId="77777777" w:rsidR="00D903C4" w:rsidRDefault="00D903C4" w:rsidP="00527473">
      <w:pPr>
        <w:spacing w:after="0"/>
        <w:rPr>
          <w:lang w:val="de-DE"/>
        </w:rPr>
      </w:pPr>
      <w:r>
        <w:rPr>
          <w:lang w:val="de-DE"/>
        </w:rPr>
        <w:t>Expérience professionnelle</w:t>
      </w:r>
    </w:p>
    <w:p w14:paraId="396166C3" w14:textId="77777777" w:rsidR="00D903C4" w:rsidRDefault="00D903C4" w:rsidP="00527473">
      <w:pPr>
        <w:spacing w:after="0"/>
        <w:rPr>
          <w:lang w:val="de-DE"/>
        </w:rPr>
      </w:pPr>
      <w:r>
        <w:rPr>
          <w:lang w:val="de-DE"/>
        </w:rPr>
        <w:t>• Bonnes connaissances techniques dans le domaine des systèmes spatiaux d'observation de la Terre (segments spatial et terrestre);</w:t>
      </w:r>
    </w:p>
    <w:p w14:paraId="48DC99A2" w14:textId="77777777" w:rsidR="00D903C4" w:rsidRDefault="00D903C4" w:rsidP="00527473">
      <w:pPr>
        <w:spacing w:after="0"/>
        <w:rPr>
          <w:lang w:val="de-DE"/>
        </w:rPr>
      </w:pPr>
      <w:r>
        <w:rPr>
          <w:lang w:val="de-DE"/>
        </w:rPr>
        <w:t>• Connaissance des applications spatiales;</w:t>
      </w:r>
    </w:p>
    <w:p w14:paraId="317F10A4" w14:textId="77777777" w:rsidR="00D903C4" w:rsidRDefault="00D903C4" w:rsidP="00527473">
      <w:pPr>
        <w:spacing w:after="0"/>
        <w:rPr>
          <w:lang w:val="de-DE"/>
        </w:rPr>
      </w:pPr>
      <w:r>
        <w:rPr>
          <w:lang w:val="de-DE"/>
        </w:rPr>
        <w:t>• Excellentes capacités d'analyse, de synthèse et d'écriture;</w:t>
      </w:r>
    </w:p>
    <w:p w14:paraId="7606E6BF" w14:textId="77777777" w:rsidR="00D903C4" w:rsidRDefault="00D903C4" w:rsidP="00527473">
      <w:pPr>
        <w:spacing w:after="0"/>
        <w:rPr>
          <w:lang w:val="de-DE"/>
        </w:rPr>
      </w:pPr>
      <w:r>
        <w:rPr>
          <w:lang w:val="de-DE"/>
        </w:rPr>
        <w:t>• Une expérience antérieure des systèmes spatiaux d'observation de la Terre, en particulier pour les applications de sécurité et de défense, serait un atout.</w:t>
      </w:r>
    </w:p>
    <w:p w14:paraId="04B8A429" w14:textId="77777777" w:rsidR="00D903C4" w:rsidRDefault="00D903C4" w:rsidP="00527473">
      <w:pPr>
        <w:spacing w:after="0"/>
        <w:rPr>
          <w:lang w:val="de-DE"/>
        </w:rPr>
      </w:pPr>
    </w:p>
    <w:p w14:paraId="1E4A0A1A" w14:textId="77777777" w:rsidR="00D903C4" w:rsidRDefault="00D903C4" w:rsidP="00527473">
      <w:pPr>
        <w:spacing w:after="0"/>
        <w:rPr>
          <w:lang w:val="de-DE"/>
        </w:rPr>
      </w:pPr>
      <w:r>
        <w:rPr>
          <w:lang w:val="de-DE"/>
        </w:rPr>
        <w:t>Langue(s) nécessaire(s) à l'exercice des fonctions</w:t>
      </w:r>
    </w:p>
    <w:p w14:paraId="7B92B82C" w14:textId="1972584C" w:rsidR="00A95A44" w:rsidRPr="00E61551" w:rsidRDefault="00D903C4" w:rsidP="00527473">
      <w:pPr>
        <w:spacing w:after="0"/>
        <w:rPr>
          <w:lang w:val="de-DE"/>
        </w:rPr>
      </w:pPr>
      <w:r>
        <w:rPr>
          <w:lang w:val="de-DE"/>
        </w:rPr>
        <w:t>Excellente connaissance orale et écrite de l'anglais</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5A042410" w:rsidR="0017274D" w:rsidRPr="00E61551" w:rsidRDefault="00D903C4" w:rsidP="0017274D">
      <w:pPr>
        <w:spacing w:after="0"/>
        <w:jc w:val="right"/>
        <w:rPr>
          <w:sz w:val="22"/>
          <w:szCs w:val="18"/>
          <w:lang w:val="de-DE"/>
        </w:rPr>
      </w:pPr>
      <w:r>
        <w:rPr>
          <w:sz w:val="22"/>
          <w:szCs w:val="18"/>
          <w:lang w:val="de-DE"/>
        </w:rPr>
        <w:t>12.12.2025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1C3CC5FE" w14:textId="77777777" w:rsidR="00D903C4" w:rsidRDefault="00D903C4" w:rsidP="00527473">
      <w:pPr>
        <w:spacing w:after="0"/>
        <w:rPr>
          <w:lang w:val="de-DE"/>
        </w:rPr>
      </w:pPr>
      <w:r>
        <w:rPr>
          <w:lang w:val="de-DE"/>
        </w:rPr>
        <w:t>Weltraumtechnologien, -daten und -dienste sind heute unverzichtbar im Alltag der Menschen und spielen eine wesentliche strategische Rolle für Europa, insbesondere im Hinblick auf eine grünere und stärker digitalisierte Union. Die Einheit C3 „Erdbeobachtung“ der GD Verteidigungsindustrie und Weltraum (DEFIS) ist für die Verwaltung von Copernicus verantwortlich – dem europäischen Erdbeobachtungsprogramm und einem Kernbestandteil des Raumfahrtprogramms der EU. Copernicus verbindet Daten aus Weltrauminfrastrukturen (Satelliten) mit bodengestützten Quellen, um ein breites Spektrum von EU-Politikbereichen zu unterstützen. Die von den Copernicus-Diensten bereitgestellten Informationen leisten einen wichtigen Beitrag zur Überwachung des Klimawandels und der Sicherheit, zum Notfallmanagement (Katastrophenschutz und humanitäre Hilfe) sowie zur Beobachtung der Land-, Meeres- und Atmosphärenumwelt unseres Planeten.</w:t>
      </w:r>
    </w:p>
    <w:p w14:paraId="0B71A761" w14:textId="77777777" w:rsidR="00D903C4" w:rsidRDefault="00D903C4" w:rsidP="00527473">
      <w:pPr>
        <w:spacing w:after="0"/>
        <w:rPr>
          <w:lang w:val="de-DE"/>
        </w:rPr>
      </w:pPr>
    </w:p>
    <w:p w14:paraId="7E6D72C7" w14:textId="77777777" w:rsidR="00D903C4" w:rsidRDefault="00D903C4" w:rsidP="00527473">
      <w:pPr>
        <w:spacing w:after="0"/>
        <w:rPr>
          <w:lang w:val="de-DE"/>
        </w:rPr>
      </w:pPr>
      <w:r>
        <w:rPr>
          <w:lang w:val="de-DE"/>
        </w:rPr>
        <w:t>Zu den Hauptaufgaben der Einheit gehören:</w:t>
      </w:r>
    </w:p>
    <w:p w14:paraId="7085ED66" w14:textId="77777777" w:rsidR="00D903C4" w:rsidRDefault="00D903C4" w:rsidP="00527473">
      <w:pPr>
        <w:spacing w:after="0"/>
        <w:rPr>
          <w:lang w:val="de-DE"/>
        </w:rPr>
      </w:pPr>
    </w:p>
    <w:p w14:paraId="33FCE82B" w14:textId="77777777" w:rsidR="00D903C4" w:rsidRDefault="00D903C4" w:rsidP="00527473">
      <w:pPr>
        <w:spacing w:after="0"/>
        <w:rPr>
          <w:lang w:val="de-DE"/>
        </w:rPr>
      </w:pPr>
      <w:r>
        <w:rPr>
          <w:lang w:val="de-DE"/>
        </w:rPr>
        <w:t>die operative Umsetzung von Copernicus;</w:t>
      </w:r>
    </w:p>
    <w:p w14:paraId="6F3106A2" w14:textId="77777777" w:rsidR="00D903C4" w:rsidRDefault="00D903C4" w:rsidP="00527473">
      <w:pPr>
        <w:spacing w:after="0"/>
        <w:rPr>
          <w:lang w:val="de-DE"/>
        </w:rPr>
      </w:pPr>
    </w:p>
    <w:p w14:paraId="721A0F9D" w14:textId="77777777" w:rsidR="00D903C4" w:rsidRDefault="00D903C4" w:rsidP="00527473">
      <w:pPr>
        <w:spacing w:after="0"/>
        <w:rPr>
          <w:lang w:val="de-DE"/>
        </w:rPr>
      </w:pPr>
      <w:r>
        <w:rPr>
          <w:lang w:val="de-DE"/>
        </w:rPr>
        <w:t>die Vorbereitung der Weiterentwicklung und Zukunft des Programms;</w:t>
      </w:r>
    </w:p>
    <w:p w14:paraId="67414FAA" w14:textId="77777777" w:rsidR="00D903C4" w:rsidRDefault="00D903C4" w:rsidP="00527473">
      <w:pPr>
        <w:spacing w:after="0"/>
        <w:rPr>
          <w:lang w:val="de-DE"/>
        </w:rPr>
      </w:pPr>
    </w:p>
    <w:p w14:paraId="66884463" w14:textId="77777777" w:rsidR="00D903C4" w:rsidRDefault="00D903C4" w:rsidP="00527473">
      <w:pPr>
        <w:spacing w:after="0"/>
        <w:rPr>
          <w:lang w:val="de-DE"/>
        </w:rPr>
      </w:pPr>
      <w:r>
        <w:rPr>
          <w:lang w:val="de-DE"/>
        </w:rPr>
        <w:t>die Koordinierung des Beitrags der EU zu weiteren internationalen Erdbeobachtungsinitiativen.</w:t>
      </w:r>
    </w:p>
    <w:p w14:paraId="67A4E4A9" w14:textId="77777777" w:rsidR="00D903C4" w:rsidRDefault="00D903C4" w:rsidP="00527473">
      <w:pPr>
        <w:spacing w:after="0"/>
        <w:rPr>
          <w:lang w:val="de-DE"/>
        </w:rPr>
      </w:pPr>
    </w:p>
    <w:p w14:paraId="2B6785AE" w14:textId="5F050315" w:rsidR="00A95A44" w:rsidRDefault="00D903C4" w:rsidP="00527473">
      <w:pPr>
        <w:spacing w:after="0"/>
        <w:rPr>
          <w:lang w:val="de-DE"/>
        </w:rPr>
      </w:pPr>
      <w:r>
        <w:rPr>
          <w:lang w:val="de-DE"/>
        </w:rPr>
        <w:t>Die Einheit arbeitet täglich mit einer Vielzahl von Generaldirektionen der Europäischen Kommission sowie mit den mit dem Programm betrauten Organisationen zusammen: ESA, Eumetsat, EUSPA, EEA, EMSA, Frontex, SatCen, ECMWF und Mercator Ocean.</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0FE1CB9E" w14:textId="77777777" w:rsidR="00D903C4" w:rsidRDefault="00D903C4" w:rsidP="00527473">
      <w:pPr>
        <w:spacing w:after="0"/>
        <w:rPr>
          <w:lang w:val="de-DE"/>
        </w:rPr>
      </w:pPr>
      <w:r>
        <w:rPr>
          <w:lang w:val="de-DE"/>
        </w:rPr>
        <w:t>Eine anspruchsvolle und lohnende Stelle für ein/e nationale/r Sachverständige/r, der/die eine dynamische und vielfältige Einheit verstärken möchte – mit einem kollegialen Arbeitsumfeld und spannenden sowie vielfältigen Themen, die von technologischen Aspekten bis hin zu strategischen und politischen Fragestellungen reichen.</w:t>
      </w:r>
    </w:p>
    <w:p w14:paraId="7CB2F2B8" w14:textId="77777777" w:rsidR="00D903C4" w:rsidRDefault="00D903C4" w:rsidP="00527473">
      <w:pPr>
        <w:spacing w:after="0"/>
        <w:rPr>
          <w:lang w:val="de-DE"/>
        </w:rPr>
      </w:pPr>
    </w:p>
    <w:p w14:paraId="0EFF272F" w14:textId="77777777" w:rsidR="00D903C4" w:rsidRDefault="00D903C4" w:rsidP="00527473">
      <w:pPr>
        <w:spacing w:after="0"/>
        <w:rPr>
          <w:lang w:val="de-DE"/>
        </w:rPr>
      </w:pPr>
      <w:r>
        <w:rPr>
          <w:lang w:val="de-DE"/>
        </w:rPr>
        <w:t>Die/der neue Kolleg/in wird folgende Aufgaben übernehmen:</w:t>
      </w:r>
    </w:p>
    <w:p w14:paraId="0442503B" w14:textId="77777777" w:rsidR="00D903C4" w:rsidRDefault="00D903C4" w:rsidP="00527473">
      <w:pPr>
        <w:spacing w:after="0"/>
        <w:rPr>
          <w:lang w:val="de-DE"/>
        </w:rPr>
      </w:pPr>
      <w:r>
        <w:rPr>
          <w:lang w:val="de-DE"/>
        </w:rPr>
        <w:t>• Mitarbeit bei der Festlegung der Systemarchitektur und der Governance-Prozesse für die Umsetzung eines potenziellen neuen EU-Regierungsdienstes für die Erdbeobachtung (EOGS) für Sicherheit und Verteidigung im mehrjährigen Finanzrahmen der EU 2028-2034 und der damit verbundenen Infrastruktur;</w:t>
      </w:r>
    </w:p>
    <w:p w14:paraId="29434201" w14:textId="77777777" w:rsidR="00D903C4" w:rsidRDefault="00D903C4" w:rsidP="00527473">
      <w:pPr>
        <w:spacing w:after="0"/>
        <w:rPr>
          <w:lang w:val="de-DE"/>
        </w:rPr>
      </w:pPr>
      <w:r>
        <w:rPr>
          <w:lang w:val="de-DE"/>
        </w:rPr>
        <w:t>• Verbindungen zu und Koordinierung mit einschlägigen Einrichtungen und Interessenträgern, die an der EOGS beteiligt sind (z. B. EU-Mitgliedstaaten, EEAS, EUSPA, EU-Satellitenzentrum, ESA);</w:t>
      </w:r>
    </w:p>
    <w:p w14:paraId="2BE34DBA" w14:textId="1447E6CD" w:rsidR="00A95A44" w:rsidRPr="00A95A44" w:rsidRDefault="00D903C4" w:rsidP="00527473">
      <w:pPr>
        <w:spacing w:after="0"/>
        <w:rPr>
          <w:lang w:val="de-DE"/>
        </w:rPr>
      </w:pPr>
      <w:r>
        <w:rPr>
          <w:lang w:val="de-DE"/>
        </w:rPr>
        <w:t>• Interaktion und Koordinierung mit einschlägigen Projekten (z. B. EU-Verteidigungsfonds, PESCO- und ESA-Projekte)</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49B49A19" w14:textId="77777777" w:rsidR="00D903C4" w:rsidRDefault="00D903C4" w:rsidP="00527473">
      <w:pPr>
        <w:spacing w:after="0"/>
        <w:rPr>
          <w:lang w:val="en-US"/>
        </w:rPr>
      </w:pPr>
      <w:r>
        <w:rPr>
          <w:lang w:val="en-US"/>
        </w:rPr>
        <w:t>Diplom</w:t>
      </w:r>
    </w:p>
    <w:p w14:paraId="039F1662" w14:textId="77777777" w:rsidR="00D903C4" w:rsidRDefault="00D903C4" w:rsidP="00527473">
      <w:pPr>
        <w:spacing w:after="0"/>
        <w:rPr>
          <w:lang w:val="en-US"/>
        </w:rPr>
      </w:pPr>
      <w:r>
        <w:rPr>
          <w:lang w:val="en-US"/>
        </w:rPr>
        <w:t xml:space="preserve">- Hochschulabschluss oder </w:t>
      </w:r>
    </w:p>
    <w:p w14:paraId="3731CC97" w14:textId="77777777" w:rsidR="00D903C4" w:rsidRDefault="00D903C4" w:rsidP="00527473">
      <w:pPr>
        <w:spacing w:after="0"/>
        <w:rPr>
          <w:lang w:val="en-US"/>
        </w:rPr>
      </w:pPr>
      <w:r>
        <w:rPr>
          <w:lang w:val="en-US"/>
        </w:rPr>
        <w:t xml:space="preserve">- Berufsausbildung oder gleichwertige Berufserfahrung </w:t>
      </w:r>
    </w:p>
    <w:p w14:paraId="05AE80F0" w14:textId="77777777" w:rsidR="00D903C4" w:rsidRDefault="00D903C4" w:rsidP="00527473">
      <w:pPr>
        <w:spacing w:after="0"/>
        <w:rPr>
          <w:lang w:val="en-US"/>
        </w:rPr>
      </w:pPr>
      <w:r>
        <w:rPr>
          <w:lang w:val="en-US"/>
        </w:rPr>
        <w:t>in dem/den Feld(en):</w:t>
      </w:r>
    </w:p>
    <w:p w14:paraId="01CE93B3" w14:textId="77777777" w:rsidR="00D903C4" w:rsidRDefault="00D903C4" w:rsidP="00527473">
      <w:pPr>
        <w:spacing w:after="0"/>
        <w:rPr>
          <w:lang w:val="en-US"/>
        </w:rPr>
      </w:pPr>
      <w:r>
        <w:rPr>
          <w:lang w:val="en-US"/>
        </w:rPr>
        <w:t>• Weltraumgestützte Erdbeobachtungsinfrastrukturen und -dienste;</w:t>
      </w:r>
    </w:p>
    <w:p w14:paraId="6EDC3945" w14:textId="77777777" w:rsidR="00D903C4" w:rsidRDefault="00D903C4" w:rsidP="00527473">
      <w:pPr>
        <w:spacing w:after="0"/>
        <w:rPr>
          <w:lang w:val="en-US"/>
        </w:rPr>
      </w:pPr>
      <w:r>
        <w:rPr>
          <w:lang w:val="en-US"/>
        </w:rPr>
        <w:t>• Ingenieurwesen;</w:t>
      </w:r>
    </w:p>
    <w:p w14:paraId="1145C725" w14:textId="77777777" w:rsidR="00D903C4" w:rsidRDefault="00D903C4" w:rsidP="00527473">
      <w:pPr>
        <w:spacing w:after="0"/>
        <w:rPr>
          <w:lang w:val="en-US"/>
        </w:rPr>
      </w:pPr>
    </w:p>
    <w:p w14:paraId="33512731" w14:textId="77777777" w:rsidR="00D903C4" w:rsidRDefault="00D903C4" w:rsidP="00527473">
      <w:pPr>
        <w:spacing w:after="0"/>
        <w:rPr>
          <w:lang w:val="en-US"/>
        </w:rPr>
      </w:pPr>
      <w:r>
        <w:rPr>
          <w:lang w:val="en-US"/>
        </w:rPr>
        <w:t>Berufserfahrung</w:t>
      </w:r>
    </w:p>
    <w:p w14:paraId="49740B1C" w14:textId="77777777" w:rsidR="00D903C4" w:rsidRDefault="00D903C4" w:rsidP="00527473">
      <w:pPr>
        <w:spacing w:after="0"/>
        <w:rPr>
          <w:lang w:val="en-US"/>
        </w:rPr>
      </w:pPr>
      <w:r>
        <w:rPr>
          <w:lang w:val="en-US"/>
        </w:rPr>
        <w:t>• Gute technische Kenntnisse im Bereich weltraumgestützter Erdbeobachtungssysteme (Weltraum- und Bodensegmente);</w:t>
      </w:r>
    </w:p>
    <w:p w14:paraId="063F3863" w14:textId="77777777" w:rsidR="00D903C4" w:rsidRDefault="00D903C4" w:rsidP="00527473">
      <w:pPr>
        <w:spacing w:after="0"/>
        <w:rPr>
          <w:lang w:val="en-US"/>
        </w:rPr>
      </w:pPr>
      <w:r>
        <w:rPr>
          <w:lang w:val="en-US"/>
        </w:rPr>
        <w:t>• Kenntnisse der Raumfahrtanwendungen;</w:t>
      </w:r>
    </w:p>
    <w:p w14:paraId="63C35C80" w14:textId="77777777" w:rsidR="00D903C4" w:rsidRDefault="00D903C4" w:rsidP="00527473">
      <w:pPr>
        <w:spacing w:after="0"/>
        <w:rPr>
          <w:lang w:val="en-US"/>
        </w:rPr>
      </w:pPr>
      <w:r>
        <w:rPr>
          <w:lang w:val="en-US"/>
        </w:rPr>
        <w:t>• Hervorragende Analyse-, Synthese- und Schreibfähigkeiten;</w:t>
      </w:r>
    </w:p>
    <w:p w14:paraId="70DA9921" w14:textId="77777777" w:rsidR="00D903C4" w:rsidRDefault="00D903C4" w:rsidP="00527473">
      <w:pPr>
        <w:spacing w:after="0"/>
        <w:rPr>
          <w:lang w:val="en-US"/>
        </w:rPr>
      </w:pPr>
      <w:r>
        <w:rPr>
          <w:lang w:val="en-US"/>
        </w:rPr>
        <w:t>• Vorherige Erfahrungen mit einschlägigen weltraumgestützten Erdbeobachtungssystemen, insbesondere für Sicherheits- und Verteidigungsanwendungen, wären von Vorteil.</w:t>
      </w:r>
    </w:p>
    <w:p w14:paraId="3D141777" w14:textId="77777777" w:rsidR="00D903C4" w:rsidRDefault="00D903C4" w:rsidP="00527473">
      <w:pPr>
        <w:spacing w:after="0"/>
        <w:rPr>
          <w:lang w:val="en-US"/>
        </w:rPr>
      </w:pPr>
    </w:p>
    <w:p w14:paraId="76EFFAB3" w14:textId="77777777" w:rsidR="00D903C4" w:rsidRDefault="00D903C4" w:rsidP="00527473">
      <w:pPr>
        <w:spacing w:after="0"/>
        <w:rPr>
          <w:lang w:val="en-US"/>
        </w:rPr>
      </w:pPr>
      <w:r>
        <w:rPr>
          <w:lang w:val="en-US"/>
        </w:rPr>
        <w:t>Für die Wahrnehmung der Aufgaben erforderliche Sprache(n)</w:t>
      </w:r>
    </w:p>
    <w:p w14:paraId="7DFF067A" w14:textId="6F718F46" w:rsidR="00792E59" w:rsidRPr="00A10C67" w:rsidRDefault="00D903C4" w:rsidP="00527473">
      <w:pPr>
        <w:spacing w:after="0"/>
        <w:rPr>
          <w:lang w:val="en-US"/>
        </w:rPr>
      </w:pPr>
      <w:r>
        <w:rPr>
          <w:lang w:val="en-US"/>
        </w:rPr>
        <w:t>Ausgezeichnete Englischkenntnisse in Wort und Schrift</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D903C4"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D903C4"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D903C4"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D903C4"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D903C4"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D903C4"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D903C4"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D903C4"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D903C4"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D903C4"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B0EA2"/>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903C4"/>
    <w:rsid w:val="00DE17E2"/>
    <w:rsid w:val="00DF6F20"/>
    <w:rsid w:val="00E21F7F"/>
    <w:rsid w:val="00E46272"/>
    <w:rsid w:val="00E61551"/>
    <w:rsid w:val="00E63058"/>
    <w:rsid w:val="00E769D3"/>
    <w:rsid w:val="00EA54E0"/>
    <w:rsid w:val="00EB02E3"/>
    <w:rsid w:val="00EF5990"/>
    <w:rsid w:val="00F14C9C"/>
    <w:rsid w:val="00F67936"/>
    <w:rsid w:val="00F72F55"/>
    <w:rsid w:val="00FF3A3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5.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8.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Props1.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3.xml><?xml version="1.0" encoding="utf-8"?>
<ds:datastoreItem xmlns:ds="http://schemas.openxmlformats.org/officeDocument/2006/customXml" ds:itemID="{5BF4D146-0BA5-4196-BBBD-F3A5E7F3182F}"/>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9527879E-A095-452E-B6E3-1C85628FFB16}">
  <ds:schemaRefs/>
</ds:datastoreItem>
</file>

<file path=customXml/itemProps6.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customXml/itemProps8.xml><?xml version="1.0" encoding="utf-8"?>
<ds:datastoreItem xmlns:ds="http://schemas.openxmlformats.org/officeDocument/2006/customXml" ds:itemID="{0394DFE5-253A-4153-898E-8455850CD0E5}">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3</Pages>
  <Words>3348</Words>
  <Characters>19088</Characters>
  <Application>Microsoft Office Word</Application>
  <DocSecurity>4</DocSecurity>
  <PresentationFormat>Microsoft Word 14.0</PresentationFormat>
  <Lines>159</Lines>
  <Paragraphs>44</Paragraphs>
  <ScaleCrop>true</ScaleCrop>
  <Company/>
  <LinksUpToDate>false</LinksUpToDate>
  <CharactersWithSpaces>22392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2025-12-12T09:37:00Z</dcterms:created>
  <dcterms:modified xsi:type="dcterms:W3CDTF">2025-12-12T09:37:00Z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